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3D824B4E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70CD97E2" w14:textId="3FF4AF32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3B684A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3B684A">
        <w:rPr>
          <w:rFonts w:ascii="Corbel" w:hAnsi="Corbel"/>
          <w:sz w:val="20"/>
          <w:szCs w:val="20"/>
        </w:rPr>
        <w:t>3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0E26E9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0E26E9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Corbel" w:hAnsi="Corbel" w:cs="Segoe UI"/>
        </w:rPr>
        <w:sym w:font="Wingdings" w:char="F0FE"/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2F3CD4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F0766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77777777" w:rsidR="001101F0" w:rsidRPr="00603281" w:rsidRDefault="005F0766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101F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0E343" w14:textId="77777777" w:rsidR="0090673F" w:rsidRDefault="0090673F" w:rsidP="00C16ABF">
      <w:pPr>
        <w:spacing w:after="0" w:line="240" w:lineRule="auto"/>
      </w:pPr>
      <w:r>
        <w:separator/>
      </w:r>
    </w:p>
  </w:endnote>
  <w:endnote w:type="continuationSeparator" w:id="0">
    <w:p w14:paraId="7DDCEFDB" w14:textId="77777777" w:rsidR="0090673F" w:rsidRDefault="009067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2EAC0E" w14:textId="77777777" w:rsidR="0090673F" w:rsidRDefault="0090673F" w:rsidP="00C16ABF">
      <w:pPr>
        <w:spacing w:after="0" w:line="240" w:lineRule="auto"/>
      </w:pPr>
      <w:r>
        <w:separator/>
      </w:r>
    </w:p>
  </w:footnote>
  <w:footnote w:type="continuationSeparator" w:id="0">
    <w:p w14:paraId="33ACFCF9" w14:textId="77777777" w:rsidR="0090673F" w:rsidRDefault="0090673F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6476846"/>
    <w:rsid w:val="088C8AF9"/>
    <w:rsid w:val="0EDC746A"/>
    <w:rsid w:val="128CD531"/>
    <w:rsid w:val="15430ACE"/>
    <w:rsid w:val="1549F5B6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E446B0-DE92-4661-88D4-52C0B79569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50D966-A12A-41F4-84A5-6CBAC3C2F7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969</Words>
  <Characters>5814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2020-10-26T09:21:00Z</dcterms:created>
  <dcterms:modified xsi:type="dcterms:W3CDTF">2020-12-09T12:21:00Z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